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B7B" w:rsidRDefault="00B204E3" w:rsidP="00B204E3">
      <w:pPr>
        <w:pStyle w:val="Titul1"/>
      </w:pPr>
      <w:bookmarkStart w:id="0" w:name="_GoBack"/>
      <w:bookmarkEnd w:id="0"/>
      <w:r>
        <w:t>Dopis nabídky</w:t>
      </w:r>
    </w:p>
    <w:p w:rsidR="0062319B" w:rsidRDefault="00B204E3" w:rsidP="00BF54FE">
      <w:pPr>
        <w:pStyle w:val="Titul2"/>
      </w:pPr>
      <w:r>
        <w:t xml:space="preserve">Název zakázky: </w:t>
      </w: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C687D01C66D14A7BBACCDDC9C3443C94"/>
        </w:placeholder>
        <w:text/>
      </w:sdtPr>
      <w:sdtEndPr>
        <w:rPr>
          <w:rStyle w:val="Nzevakce"/>
        </w:rPr>
      </w:sdtEndPr>
      <w:sdtContent>
        <w:p w:rsidR="00605F59" w:rsidRDefault="00605F59" w:rsidP="00605F59">
          <w:pPr>
            <w:pStyle w:val="Tituldatum"/>
            <w:rPr>
              <w:rStyle w:val="Nzevakce"/>
            </w:rPr>
          </w:pPr>
          <w:r w:rsidRPr="00513E52">
            <w:rPr>
              <w:rStyle w:val="Nzevakce"/>
            </w:rPr>
            <w:t xml:space="preserve">„Modernizace trati Sudoměřice - Votice </w:t>
          </w:r>
          <w:r>
            <w:rPr>
              <w:rStyle w:val="Nzevakce"/>
            </w:rPr>
            <w:t xml:space="preserve">- </w:t>
          </w:r>
          <w:r w:rsidRPr="00513E52">
            <w:rPr>
              <w:rStyle w:val="Nzevakce"/>
            </w:rPr>
            <w:t>Úprava řešení na 200 km/h</w:t>
          </w:r>
          <w:r>
            <w:rPr>
              <w:rStyle w:val="Nzevakce"/>
            </w:rPr>
            <w:t>“</w:t>
          </w:r>
        </w:p>
      </w:sdtContent>
    </w:sdt>
    <w:p w:rsidR="009226C1" w:rsidRPr="00605F59" w:rsidRDefault="00232000" w:rsidP="00605F59">
      <w:pPr>
        <w:pStyle w:val="Titul2"/>
        <w:rPr>
          <w:sz w:val="18"/>
          <w:szCs w:val="18"/>
        </w:rPr>
      </w:pPr>
      <w:r w:rsidRPr="00BF54FE">
        <w:t xml:space="preserve"> </w:t>
      </w:r>
    </w:p>
    <w:p w:rsidR="00A5674E" w:rsidRDefault="00A5674E" w:rsidP="00A5674E">
      <w:pPr>
        <w:pStyle w:val="Textbezodsazen"/>
      </w:pPr>
      <w:r>
        <w:t>Přezkoumali jsme Smlouvu o dílo s přílohami, Smluvní podmínky, připojenou Přílohu k nabídce, T</w:t>
      </w:r>
      <w:r w:rsidR="0062319B">
        <w:t xml:space="preserve">echnickou specifikaci, Výkresy a </w:t>
      </w:r>
      <w:r>
        <w:t>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dokumenty nakládáno podle ust. § 218 ZZVZ .</w:t>
      </w:r>
    </w:p>
    <w:p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  <w:r>
        <w:t>Žádáme, aby bylo s těmito informacemi nakládáno podle ust. § 218 ZZVZ.</w:t>
      </w:r>
    </w:p>
    <w:p w:rsidR="00A5674E" w:rsidRDefault="00A5674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0E6ABE" w:rsidP="00A5674E">
      <w:pPr>
        <w:pStyle w:val="Textbezodsazen"/>
      </w:pPr>
    </w:p>
    <w:p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</w:p>
    <w:p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:rsidR="00A5674E" w:rsidRDefault="00A5674E" w:rsidP="00A5674E">
      <w:pPr>
        <w:pStyle w:val="Textbezodsazen"/>
      </w:pPr>
      <w:r>
        <w:t>jméno a příjmení výše podepsané odpovědné osoby účastníka zadávacího řízení oprávněné podepsat nabídku dle  ZZVZ na základě</w:t>
      </w:r>
      <w:r w:rsidR="000E6ABE">
        <w:t xml:space="preserve"> </w:t>
      </w:r>
      <w:r>
        <w:t xml:space="preserve">…………………   </w:t>
      </w:r>
    </w:p>
    <w:p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za Zhotovitele</w:t>
      </w:r>
    </w:p>
    <w:p w:rsidR="00A5674E" w:rsidRDefault="00A5674E" w:rsidP="00A5674E">
      <w:pPr>
        <w:pStyle w:val="Textbezodsazen"/>
      </w:pPr>
    </w:p>
    <w:p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:rsidR="00A5674E" w:rsidRDefault="00A5674E" w:rsidP="00A5674E">
      <w:pPr>
        <w:pStyle w:val="Textbezodsazen"/>
      </w:pPr>
      <w:r>
        <w:t>(název a adresa účastníka zadávacího řízení)</w:t>
      </w:r>
    </w:p>
    <w:p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89B" w:rsidRDefault="000A389B" w:rsidP="00962258">
      <w:pPr>
        <w:spacing w:after="0" w:line="240" w:lineRule="auto"/>
      </w:pPr>
      <w:r>
        <w:separator/>
      </w:r>
    </w:p>
  </w:endnote>
  <w:endnote w:type="continuationSeparator" w:id="0">
    <w:p w:rsidR="000A389B" w:rsidRDefault="000A389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647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647D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74E" w:rsidRPr="00B8518B" w:rsidRDefault="00A5674E" w:rsidP="00460660">
    <w:pPr>
      <w:pStyle w:val="Zpat"/>
      <w:rPr>
        <w:sz w:val="2"/>
        <w:szCs w:val="2"/>
      </w:rPr>
    </w:pPr>
  </w:p>
  <w:p w:rsidR="00A5674E" w:rsidRDefault="00A5674E" w:rsidP="00054FC6">
    <w:pPr>
      <w:pStyle w:val="Zpat"/>
      <w:rPr>
        <w:rFonts w:cs="Calibri"/>
        <w:sz w:val="12"/>
        <w:szCs w:val="12"/>
      </w:rPr>
    </w:pPr>
  </w:p>
  <w:p w:rsidR="00A5674E" w:rsidRPr="00460660" w:rsidRDefault="00A5674E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89B" w:rsidRDefault="000A389B" w:rsidP="00962258">
      <w:pPr>
        <w:spacing w:after="0" w:line="240" w:lineRule="auto"/>
      </w:pPr>
      <w:r>
        <w:separator/>
      </w:r>
    </w:p>
  </w:footnote>
  <w:footnote w:type="continuationSeparator" w:id="0">
    <w:p w:rsidR="000A389B" w:rsidRDefault="000A389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A5674E" w:rsidRPr="00D6163D" w:rsidRDefault="00A5674E" w:rsidP="00FC6389">
          <w:pPr>
            <w:pStyle w:val="Druhdokumentu"/>
          </w:pPr>
        </w:p>
      </w:tc>
    </w:tr>
  </w:tbl>
  <w:p w:rsidR="00A5674E" w:rsidRPr="00D6163D" w:rsidRDefault="00A5674E" w:rsidP="00FC6389">
    <w:pPr>
      <w:pStyle w:val="Zhlav"/>
      <w:rPr>
        <w:sz w:val="8"/>
        <w:szCs w:val="8"/>
      </w:rPr>
    </w:pPr>
  </w:p>
  <w:p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CC0"/>
    <w:rsid w:val="00012EC4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389B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5F439A"/>
    <w:rsid w:val="00601A8C"/>
    <w:rsid w:val="00605F59"/>
    <w:rsid w:val="0061068E"/>
    <w:rsid w:val="006115D3"/>
    <w:rsid w:val="00614E71"/>
    <w:rsid w:val="006208DF"/>
    <w:rsid w:val="0062319B"/>
    <w:rsid w:val="00655976"/>
    <w:rsid w:val="0065610E"/>
    <w:rsid w:val="00660AD3"/>
    <w:rsid w:val="006647DA"/>
    <w:rsid w:val="006776B6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52C3"/>
    <w:rsid w:val="00816930"/>
    <w:rsid w:val="00821D01"/>
    <w:rsid w:val="00826B7B"/>
    <w:rsid w:val="0083197D"/>
    <w:rsid w:val="00834020"/>
    <w:rsid w:val="00834146"/>
    <w:rsid w:val="00846789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BF723F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D034A0"/>
    <w:rsid w:val="00D0732C"/>
    <w:rsid w:val="00D21061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6450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D0703"/>
    <w:rsid w:val="00ED14BD"/>
    <w:rsid w:val="00EF1373"/>
    <w:rsid w:val="00F016C7"/>
    <w:rsid w:val="00F05E49"/>
    <w:rsid w:val="00F12DEC"/>
    <w:rsid w:val="00F1715C"/>
    <w:rsid w:val="00F262A0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206F"/>
    <w:rsid w:val="00FC6389"/>
    <w:rsid w:val="00FD0660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0BA337B4-A4AC-4277-B4A4-B643C0DB0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ojta\Documents\S&#381;DC\91_&#352;ABLONY\&#352;ABL_ZTP_VZOR_oboustr_Fond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687D01C66D14A7BBACCDDC9C3443C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C3B11F-D780-47B3-A8CA-F1D08F6E670F}"/>
      </w:docPartPr>
      <w:docPartBody>
        <w:p w:rsidR="00D63BBC" w:rsidRDefault="006A3E04" w:rsidP="006A3E04">
          <w:pPr>
            <w:pStyle w:val="C687D01C66D14A7BBACCDDC9C3443C9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E04"/>
    <w:rsid w:val="006A3E04"/>
    <w:rsid w:val="00D63BBC"/>
    <w:rsid w:val="00F47EE4"/>
    <w:rsid w:val="00F8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3E04"/>
    <w:rPr>
      <w:color w:val="808080"/>
    </w:rPr>
  </w:style>
  <w:style w:type="paragraph" w:customStyle="1" w:styleId="C687D01C66D14A7BBACCDDC9C3443C94">
    <w:name w:val="C687D01C66D14A7BBACCDDC9C3443C94"/>
    <w:rsid w:val="006A3E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BBC4D5-277A-4DBC-9774-D0B194F93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ŠABL_ZTP_VZOR_oboustr_Fondy</Template>
  <TotalTime>0</TotalTime>
  <Pages>2</Pages>
  <Words>404</Words>
  <Characters>2386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Fojta Petr, Ing.</dc:creator>
  <cp:lastModifiedBy>Kosmál Martin, Ing.</cp:lastModifiedBy>
  <cp:revision>2</cp:revision>
  <cp:lastPrinted>2019-03-07T14:42:00Z</cp:lastPrinted>
  <dcterms:created xsi:type="dcterms:W3CDTF">2020-08-27T08:09:00Z</dcterms:created>
  <dcterms:modified xsi:type="dcterms:W3CDTF">2020-08-27T08:09:00Z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